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7AA7D1D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32A1F1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51F7841B" w14:textId="6FF0977B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93BB7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9B54F2" w:rsidRDefault="00445970" w14:paraId="0584AD51" w14:textId="21849E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F93BB7">
        <w:rPr>
          <w:rFonts w:ascii="Corbel" w:hAnsi="Corbel"/>
          <w:sz w:val="20"/>
          <w:szCs w:val="20"/>
        </w:rPr>
        <w:t>1</w:t>
      </w:r>
      <w:r w:rsidR="008B226D">
        <w:rPr>
          <w:rFonts w:ascii="Corbel" w:hAnsi="Corbel"/>
          <w:sz w:val="20"/>
          <w:szCs w:val="20"/>
        </w:rPr>
        <w:t>/202</w:t>
      </w:r>
      <w:r w:rsidR="00F93BB7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4DF9B9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050D1E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4FB4EE0" w14:paraId="2E5F7047" w14:textId="77777777">
        <w:tc>
          <w:tcPr>
            <w:tcW w:w="2694" w:type="dxa"/>
            <w:vAlign w:val="center"/>
          </w:tcPr>
          <w:p w:rsidRPr="009C54AE" w:rsidR="0085747A" w:rsidP="009C54AE" w:rsidRDefault="00C05F44" w14:paraId="379190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9219D" w14:paraId="66538D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Pr="009C54AE" w:rsidR="0085747A" w:rsidTr="24FB4EE0" w14:paraId="0B562E5F" w14:textId="77777777">
        <w:tc>
          <w:tcPr>
            <w:tcW w:w="2694" w:type="dxa"/>
            <w:vAlign w:val="center"/>
          </w:tcPr>
          <w:p w:rsidRPr="009C54AE" w:rsidR="0085747A" w:rsidP="009C54AE" w:rsidRDefault="00C05F44" w14:paraId="1E630F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9219D" w14:paraId="596824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Pr="009C54AE" w:rsidR="0085747A" w:rsidTr="24FB4EE0" w14:paraId="7C9CAD07" w14:textId="77777777">
        <w:tc>
          <w:tcPr>
            <w:tcW w:w="2694" w:type="dxa"/>
            <w:vAlign w:val="center"/>
          </w:tcPr>
          <w:p w:rsidRPr="009C54AE" w:rsidR="0085747A" w:rsidP="00EA4832" w:rsidRDefault="0017512A" w14:paraId="043D9F7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4B1B97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4FB4EE0" w14:paraId="048C8F3E" w14:textId="77777777">
        <w:tc>
          <w:tcPr>
            <w:tcW w:w="2694" w:type="dxa"/>
            <w:vAlign w:val="center"/>
          </w:tcPr>
          <w:p w:rsidRPr="009C54AE" w:rsidR="0085747A" w:rsidP="009C54AE" w:rsidRDefault="0085747A" w14:paraId="21A6DF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24FB4EE0" w:rsidRDefault="003668EE" w14:paraId="19E86C39" w14:textId="041685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24FB4EE0" w14:paraId="33E15F7F" w14:textId="77777777">
        <w:tc>
          <w:tcPr>
            <w:tcW w:w="2694" w:type="dxa"/>
            <w:vAlign w:val="center"/>
          </w:tcPr>
          <w:p w:rsidRPr="009C54AE" w:rsidR="0085747A" w:rsidP="009C54AE" w:rsidRDefault="0085747A" w14:paraId="1F5FEA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9219D" w14:paraId="3DB06A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24FB4EE0" w14:paraId="4903123D" w14:textId="77777777">
        <w:tc>
          <w:tcPr>
            <w:tcW w:w="2694" w:type="dxa"/>
            <w:vAlign w:val="center"/>
          </w:tcPr>
          <w:p w:rsidRPr="009C54AE" w:rsidR="0085747A" w:rsidP="009C54AE" w:rsidRDefault="00DE4A14" w14:paraId="68195E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9219D" w14:paraId="3055073A" w14:textId="137005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24FB4EE0" w14:paraId="05CA5738" w14:textId="77777777">
        <w:tc>
          <w:tcPr>
            <w:tcW w:w="2694" w:type="dxa"/>
            <w:vAlign w:val="center"/>
          </w:tcPr>
          <w:p w:rsidRPr="009C54AE" w:rsidR="0085747A" w:rsidP="009C54AE" w:rsidRDefault="0085747A" w14:paraId="15DF83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3ACA81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4FB4EE0" w14:paraId="4E01B46E" w14:textId="77777777">
        <w:tc>
          <w:tcPr>
            <w:tcW w:w="2694" w:type="dxa"/>
            <w:vAlign w:val="center"/>
          </w:tcPr>
          <w:p w:rsidRPr="009C54AE" w:rsidR="0085747A" w:rsidP="009C54AE" w:rsidRDefault="0085747A" w14:paraId="3E80B7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9219D" w14:paraId="6B198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4FB4EE0" w14:paraId="0D533C27" w14:textId="77777777">
        <w:tc>
          <w:tcPr>
            <w:tcW w:w="2694" w:type="dxa"/>
            <w:vAlign w:val="center"/>
          </w:tcPr>
          <w:p w:rsidRPr="009C54AE" w:rsidR="0085747A" w:rsidP="009C54AE" w:rsidRDefault="0085747A" w14:paraId="3273C7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235297" w:rsidRDefault="00235297" w14:paraId="1EB127DE" w14:textId="623304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24FB4EE0" w14:paraId="4D2E8EF3" w14:textId="77777777">
        <w:tc>
          <w:tcPr>
            <w:tcW w:w="2694" w:type="dxa"/>
            <w:vAlign w:val="center"/>
          </w:tcPr>
          <w:p w:rsidRPr="009C54AE" w:rsidR="0085747A" w:rsidP="009C54AE" w:rsidRDefault="0085747A" w14:paraId="4D3769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1C7E8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Pr="009C54AE" w:rsidR="00923D7D" w:rsidTr="24FB4EE0" w14:paraId="5A2E29F5" w14:textId="77777777">
        <w:tc>
          <w:tcPr>
            <w:tcW w:w="2694" w:type="dxa"/>
            <w:vAlign w:val="center"/>
          </w:tcPr>
          <w:p w:rsidRPr="009C54AE" w:rsidR="00923D7D" w:rsidP="009C54AE" w:rsidRDefault="00923D7D" w14:paraId="0E2ED9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364A44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4FB4EE0" w14:paraId="4FB64216" w14:textId="77777777">
        <w:tc>
          <w:tcPr>
            <w:tcW w:w="2694" w:type="dxa"/>
            <w:vAlign w:val="center"/>
          </w:tcPr>
          <w:p w:rsidRPr="009C54AE" w:rsidR="0085747A" w:rsidP="009C54AE" w:rsidRDefault="0085747A" w14:paraId="380C8B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9219D" w14:paraId="544AAC0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Pr="009C54AE" w:rsidR="0085747A" w:rsidTr="24FB4EE0" w14:paraId="02E4B020" w14:textId="77777777">
        <w:tc>
          <w:tcPr>
            <w:tcW w:w="2694" w:type="dxa"/>
            <w:vAlign w:val="center"/>
          </w:tcPr>
          <w:p w:rsidRPr="009C54AE" w:rsidR="0085747A" w:rsidP="009C54AE" w:rsidRDefault="0085747A" w14:paraId="1E1233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9219D" w14:paraId="3B3BDEF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:rsidRPr="009C54AE" w:rsidR="0085747A" w:rsidP="009C54AE" w:rsidRDefault="0085747A" w14:paraId="1A4576AC" w14:textId="06A2AC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18CD84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350D3F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89219D" w14:paraId="70DB7A42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EE04D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E09E5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C067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5D9D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6CEF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33CF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BCE8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42A0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238E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E2BAE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B54F2" w:rsidR="00015B8F" w:rsidP="009C54AE" w:rsidRDefault="00015B8F" w14:paraId="4CD3B5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Pr="009B54F2" w:rsidR="00B90885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Pr="009C54AE" w:rsidR="00015B8F" w:rsidTr="003B534A" w14:paraId="2D4B57B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3B534A" w:rsidRDefault="008B226D" w14:paraId="2EEE252C" w14:textId="4624A3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9219D" w14:paraId="0114D1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9219D" w14:paraId="16BF27D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9219D" w14:paraId="3E671C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9219D" w14:paraId="14BC1E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9219D" w14:paraId="0FFDCD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9219D" w14:paraId="16D25D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9219D" w14:paraId="1F6B5D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9219D" w14:paraId="74FADE4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9219D" w14:paraId="572E7B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3E70E65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C416FC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56AB6E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B6D7B" w:rsidP="00EB6D7B" w:rsidRDefault="00EB6D7B" w14:paraId="22E413CE" w14:textId="70830FF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EB6D7B" w:rsidP="00EB6D7B" w:rsidRDefault="00EB6D7B" w14:paraId="22D88A19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7BD448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9F3F39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E3B48" w:rsidR="009C54AE" w:rsidP="000C65EF" w:rsidRDefault="000C65EF" w14:paraId="3ED538FB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:rsidR="00E960BB" w:rsidP="009C54AE" w:rsidRDefault="00E960BB" w14:paraId="14F7CD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1918D9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4FB4EE0" w14:paraId="7D706275" w14:textId="77777777">
        <w:tc>
          <w:tcPr>
            <w:tcW w:w="9670" w:type="dxa"/>
          </w:tcPr>
          <w:p w:rsidRPr="000C65EF" w:rsidR="0085747A" w:rsidP="000C65EF" w:rsidRDefault="000C65EF" w14:paraId="47F0D6E1" w14:textId="77777777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:rsidR="00153C41" w:rsidP="009C54AE" w:rsidRDefault="00153C41" w14:paraId="5B7E1D4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03754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5BD85B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2C02C6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175351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E2AFEF1" w14:textId="77777777">
        <w:tc>
          <w:tcPr>
            <w:tcW w:w="851" w:type="dxa"/>
            <w:vAlign w:val="center"/>
          </w:tcPr>
          <w:p w:rsidRPr="009C54AE" w:rsidR="0085747A" w:rsidP="009C54AE" w:rsidRDefault="0085747A" w14:paraId="688308A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23691" w:rsidR="0085747A" w:rsidP="003E396F" w:rsidRDefault="003E396F" w14:paraId="05F0B3B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Pr="009C54AE" w:rsidR="0085747A" w:rsidTr="00923D7D" w14:paraId="3A341A1C" w14:textId="77777777">
        <w:tc>
          <w:tcPr>
            <w:tcW w:w="851" w:type="dxa"/>
            <w:vAlign w:val="center"/>
          </w:tcPr>
          <w:p w:rsidRPr="009C54AE" w:rsidR="0085747A" w:rsidP="009C54AE" w:rsidRDefault="003E396F" w14:paraId="52835BB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23691" w:rsidR="0085747A" w:rsidP="003E396F" w:rsidRDefault="003E396F" w14:paraId="146322A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Pr="009C54AE" w:rsidR="0085747A" w:rsidTr="00923D7D" w14:paraId="49B113B1" w14:textId="77777777">
        <w:tc>
          <w:tcPr>
            <w:tcW w:w="851" w:type="dxa"/>
            <w:vAlign w:val="center"/>
          </w:tcPr>
          <w:p w:rsidRPr="009C54AE" w:rsidR="0085747A" w:rsidP="009C54AE" w:rsidRDefault="003E396F" w14:paraId="7BDA70A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23691" w:rsidR="0085747A" w:rsidP="003E396F" w:rsidRDefault="003E396F" w14:paraId="062161C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:rsidRPr="009C54AE" w:rsidR="0085747A" w:rsidP="009C54AE" w:rsidRDefault="0085747A" w14:paraId="294D459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472A47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0D1C4C7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0B2C7785" w14:textId="77777777">
        <w:tc>
          <w:tcPr>
            <w:tcW w:w="1701" w:type="dxa"/>
            <w:vAlign w:val="center"/>
          </w:tcPr>
          <w:p w:rsidRPr="009C54AE" w:rsidR="0085747A" w:rsidP="009C54AE" w:rsidRDefault="0085747A" w14:paraId="11AD2B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3B5934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6839C44C" w14:textId="77D08F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85747A" w:rsidTr="005E6E85" w14:paraId="6A065779" w14:textId="77777777">
        <w:tc>
          <w:tcPr>
            <w:tcW w:w="1701" w:type="dxa"/>
          </w:tcPr>
          <w:p w:rsidRPr="009C54AE" w:rsidR="0085747A" w:rsidP="009C54AE" w:rsidRDefault="0085747A" w14:paraId="43F1EF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23691" w:rsidR="0085747A" w:rsidP="00B87F9E" w:rsidRDefault="003E396F" w14:paraId="33900850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:rsidRPr="009C54AE" w:rsidR="0085747A" w:rsidP="009B54F2" w:rsidRDefault="003E396F" w14:paraId="379BAB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0816DB60" w14:textId="77777777">
        <w:tc>
          <w:tcPr>
            <w:tcW w:w="1701" w:type="dxa"/>
          </w:tcPr>
          <w:p w:rsidRPr="009C54AE" w:rsidR="0085747A" w:rsidP="009C54AE" w:rsidRDefault="0085747A" w14:paraId="10569B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23691" w:rsidR="0085747A" w:rsidP="00B87F9E" w:rsidRDefault="006B7821" w14:paraId="65A758FC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:rsidRPr="009C54AE" w:rsidR="0085747A" w:rsidP="009B54F2" w:rsidRDefault="003E396F" w14:paraId="600DAF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Pr="009C54AE" w:rsidR="003E396F" w:rsidTr="005E6E85" w14:paraId="6BC32EA6" w14:textId="77777777">
        <w:tc>
          <w:tcPr>
            <w:tcW w:w="1701" w:type="dxa"/>
          </w:tcPr>
          <w:p w:rsidRPr="009C54AE" w:rsidR="003E396F" w:rsidP="009C54AE" w:rsidRDefault="003E396F" w14:paraId="6FEAB4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23691" w:rsidR="003E396F" w:rsidP="00B87F9E" w:rsidRDefault="006B7821" w14:paraId="1A152581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:rsidRPr="009C54AE" w:rsidR="003E396F" w:rsidP="009B54F2" w:rsidRDefault="003E396F" w14:paraId="384C8C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3E396F" w:rsidTr="005E6E85" w14:paraId="2B888C1D" w14:textId="77777777">
        <w:tc>
          <w:tcPr>
            <w:tcW w:w="1701" w:type="dxa"/>
          </w:tcPr>
          <w:p w:rsidRPr="009C54AE" w:rsidR="003E396F" w:rsidP="009C54AE" w:rsidRDefault="003E396F" w14:paraId="39E198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23691" w:rsidR="003E396F" w:rsidP="00B87F9E" w:rsidRDefault="007D1E5C" w14:paraId="1EAE0719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:rsidRPr="009C54AE" w:rsidR="003E396F" w:rsidP="009B54F2" w:rsidRDefault="003E396F" w14:paraId="1552FB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3E396F" w:rsidTr="005E6E85" w14:paraId="10CEA7EC" w14:textId="77777777">
        <w:tc>
          <w:tcPr>
            <w:tcW w:w="1701" w:type="dxa"/>
          </w:tcPr>
          <w:p w:rsidRPr="009C54AE" w:rsidR="003E396F" w:rsidP="009C54AE" w:rsidRDefault="003E396F" w14:paraId="30740A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23691" w:rsidR="003E396F" w:rsidP="00B87F9E" w:rsidRDefault="007D1E5C" w14:paraId="6EB471EA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Pr="00923691" w:rsidR="00B87F9E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:rsidRPr="009C54AE" w:rsidR="003E396F" w:rsidP="009B54F2" w:rsidRDefault="003E396F" w14:paraId="1B832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85747A" w:rsidTr="005E6E85" w14:paraId="7D677AA9" w14:textId="77777777">
        <w:tc>
          <w:tcPr>
            <w:tcW w:w="1701" w:type="dxa"/>
          </w:tcPr>
          <w:p w:rsidRPr="009C54AE" w:rsidR="0085747A" w:rsidP="009C54AE" w:rsidRDefault="003E396F" w14:paraId="630CB7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923691" w:rsidR="00B87F9E" w:rsidP="00B87F9E" w:rsidRDefault="00B87F9E" w14:paraId="79D6DE3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:rsidRPr="009C54AE" w:rsidR="0085747A" w:rsidP="009B54F2" w:rsidRDefault="003E396F" w14:paraId="4317A6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85747A" w:rsidP="009C54AE" w:rsidRDefault="0085747A" w14:paraId="05D9A45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981D29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54793E9A" w14:textId="7777777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A637FE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4FB4EE0" w14:paraId="42EBDCFA" w14:textId="77777777">
        <w:tc>
          <w:tcPr>
            <w:tcW w:w="9520" w:type="dxa"/>
          </w:tcPr>
          <w:p w:rsidRPr="009C54AE" w:rsidR="0085747A" w:rsidP="009C54AE" w:rsidRDefault="0085747A" w14:paraId="662F62B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24FB4EE0" w14:paraId="4683FE93" w14:textId="77777777">
        <w:tc>
          <w:tcPr>
            <w:tcW w:w="9520" w:type="dxa"/>
          </w:tcPr>
          <w:p w:rsidRPr="00923691" w:rsidR="0085747A" w:rsidP="00923691" w:rsidRDefault="00923691" w14:paraId="6D89475F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Pr="009C54AE" w:rsidR="0085747A" w:rsidTr="24FB4EE0" w14:paraId="742E1FC4" w14:textId="77777777">
        <w:tc>
          <w:tcPr>
            <w:tcW w:w="9520" w:type="dxa"/>
          </w:tcPr>
          <w:p w:rsidRPr="00923691" w:rsidR="0085747A" w:rsidP="00923691" w:rsidRDefault="00923691" w14:paraId="50CA1901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Pr="009C54AE" w:rsidR="0085747A" w:rsidTr="24FB4EE0" w14:paraId="263EE95D" w14:textId="77777777">
        <w:tc>
          <w:tcPr>
            <w:tcW w:w="9520" w:type="dxa"/>
          </w:tcPr>
          <w:p w:rsidRPr="00923691" w:rsidR="0085747A" w:rsidP="00923691" w:rsidRDefault="00923691" w14:paraId="28858B54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Pr="009C54AE" w:rsidR="00923691" w:rsidTr="24FB4EE0" w14:paraId="39D89312" w14:textId="77777777">
        <w:tc>
          <w:tcPr>
            <w:tcW w:w="9520" w:type="dxa"/>
          </w:tcPr>
          <w:p w:rsidRPr="00923691" w:rsidR="00923691" w:rsidP="00923691" w:rsidRDefault="00923691" w14:paraId="568B5213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Pr="009C54AE" w:rsidR="00923691" w:rsidTr="24FB4EE0" w14:paraId="284B77BD" w14:textId="77777777">
        <w:tc>
          <w:tcPr>
            <w:tcW w:w="9520" w:type="dxa"/>
          </w:tcPr>
          <w:p w:rsidRPr="00923691" w:rsidR="00923691" w:rsidP="24FB4EE0" w:rsidRDefault="19F2AD3D" w14:paraId="3AA00779" w14:textId="41588E3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Pr="009C54AE" w:rsidR="00923691" w:rsidTr="24FB4EE0" w14:paraId="3490DB06" w14:textId="77777777">
        <w:tc>
          <w:tcPr>
            <w:tcW w:w="9520" w:type="dxa"/>
          </w:tcPr>
          <w:p w:rsidRPr="00923691" w:rsidR="00923691" w:rsidP="00923691" w:rsidRDefault="00923691" w14:paraId="723D4BC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Pr="009C54AE" w:rsidR="00923691" w:rsidTr="24FB4EE0" w14:paraId="14705614" w14:textId="77777777">
        <w:tc>
          <w:tcPr>
            <w:tcW w:w="9520" w:type="dxa"/>
          </w:tcPr>
          <w:p w:rsidRPr="00923691" w:rsidR="00923691" w:rsidP="00923691" w:rsidRDefault="00923691" w14:paraId="342F44D4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Pr="009C54AE" w:rsidR="00923691" w:rsidTr="24FB4EE0" w14:paraId="6D6A131E" w14:textId="77777777">
        <w:tc>
          <w:tcPr>
            <w:tcW w:w="9520" w:type="dxa"/>
          </w:tcPr>
          <w:p w:rsidRPr="00923691" w:rsidR="00923691" w:rsidP="00923691" w:rsidRDefault="00923691" w14:paraId="34A307AC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:rsidRPr="009C54AE" w:rsidR="0085747A" w:rsidP="009C54AE" w:rsidRDefault="0085747A" w14:paraId="196C6A9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423D6E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B3B9A9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02CAA02" w14:textId="77777777">
        <w:tc>
          <w:tcPr>
            <w:tcW w:w="9639" w:type="dxa"/>
          </w:tcPr>
          <w:p w:rsidRPr="009C54AE" w:rsidR="0085747A" w:rsidP="009C54AE" w:rsidRDefault="0085747A" w14:paraId="18A6C05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5BC0D5E" w14:textId="77777777">
        <w:tc>
          <w:tcPr>
            <w:tcW w:w="9639" w:type="dxa"/>
          </w:tcPr>
          <w:p w:rsidRPr="008F7132" w:rsidR="0085747A" w:rsidP="008F7132" w:rsidRDefault="008F7132" w14:paraId="5C82EC9C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Pr="009C54AE" w:rsidR="0085747A" w:rsidTr="00923D7D" w14:paraId="1808F962" w14:textId="77777777">
        <w:tc>
          <w:tcPr>
            <w:tcW w:w="9639" w:type="dxa"/>
          </w:tcPr>
          <w:p w:rsidRPr="008F7132" w:rsidR="0085747A" w:rsidP="008F7132" w:rsidRDefault="008F7132" w14:paraId="3A5989D1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Pr="009C54AE" w:rsidR="0085747A" w:rsidTr="00923D7D" w14:paraId="4E77DC31" w14:textId="77777777">
        <w:tc>
          <w:tcPr>
            <w:tcW w:w="9639" w:type="dxa"/>
          </w:tcPr>
          <w:p w:rsidRPr="008F7132" w:rsidR="0085747A" w:rsidP="008F7132" w:rsidRDefault="008F7132" w14:paraId="2B53F201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Pr="009C54AE" w:rsidR="00923691" w:rsidTr="00923D7D" w14:paraId="2D407A26" w14:textId="77777777">
        <w:tc>
          <w:tcPr>
            <w:tcW w:w="9639" w:type="dxa"/>
          </w:tcPr>
          <w:p w:rsidRPr="008F7132" w:rsidR="00923691" w:rsidP="008F7132" w:rsidRDefault="008F7132" w14:paraId="674716BF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Pr="009C54AE" w:rsidR="00923691" w:rsidTr="00923D7D" w14:paraId="58781D26" w14:textId="77777777">
        <w:tc>
          <w:tcPr>
            <w:tcW w:w="9639" w:type="dxa"/>
          </w:tcPr>
          <w:p w:rsidRPr="008F7132" w:rsidR="00923691" w:rsidP="008F7132" w:rsidRDefault="008F7132" w14:paraId="1D9AD8B3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Pr="009C54AE" w:rsidR="00923691" w:rsidTr="00923D7D" w14:paraId="78AECA70" w14:textId="77777777">
        <w:tc>
          <w:tcPr>
            <w:tcW w:w="9639" w:type="dxa"/>
          </w:tcPr>
          <w:p w:rsidRPr="008F7132" w:rsidR="00923691" w:rsidP="008F7132" w:rsidRDefault="008F7132" w14:paraId="130317A5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Pr="009C54AE" w:rsidR="00923691" w:rsidTr="00923D7D" w14:paraId="61491302" w14:textId="77777777">
        <w:tc>
          <w:tcPr>
            <w:tcW w:w="9639" w:type="dxa"/>
          </w:tcPr>
          <w:p w:rsidRPr="008F7132" w:rsidR="00923691" w:rsidP="008F7132" w:rsidRDefault="008F7132" w14:paraId="64991F0D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Pr="009C54AE" w:rsidR="00923691" w:rsidTr="00923D7D" w14:paraId="65C61BE8" w14:textId="77777777">
        <w:tc>
          <w:tcPr>
            <w:tcW w:w="9639" w:type="dxa"/>
          </w:tcPr>
          <w:p w:rsidRPr="008F7132" w:rsidR="00923691" w:rsidP="008F7132" w:rsidRDefault="008F7132" w14:paraId="4B6B1309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Pr="009C54AE" w:rsidR="00923691" w:rsidTr="00923D7D" w14:paraId="5D23A63C" w14:textId="77777777">
        <w:tc>
          <w:tcPr>
            <w:tcW w:w="9639" w:type="dxa"/>
          </w:tcPr>
          <w:p w:rsidRPr="008F7132" w:rsidR="00923691" w:rsidP="008F7132" w:rsidRDefault="008F7132" w14:paraId="7C2972BD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:rsidRPr="009C54AE" w:rsidR="0085747A" w:rsidP="009C54AE" w:rsidRDefault="0085747A" w14:paraId="3BAD231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C27F44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3D360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F7132" w:rsidR="008F7132" w:rsidP="008F7132" w:rsidRDefault="008F7132" w14:paraId="7F2CA8F6" w14:textId="77777777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:rsidRPr="008F7132" w:rsidR="008F7132" w:rsidP="008F7132" w:rsidRDefault="008F7132" w14:paraId="6F5AE318" w14:textId="77777777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:rsidR="008F7132" w:rsidP="009C54AE" w:rsidRDefault="008F7132" w14:paraId="0CC7082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P="009C54AE" w:rsidRDefault="00E960BB" w14:paraId="45C7892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2E4CF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6F0939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FFB0F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D857A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7B89FDE2" w14:paraId="2317E362" w14:textId="77777777">
        <w:tc>
          <w:tcPr>
            <w:tcW w:w="1962" w:type="dxa"/>
            <w:vAlign w:val="center"/>
          </w:tcPr>
          <w:p w:rsidRPr="009C54AE" w:rsidR="0085747A" w:rsidP="009C54AE" w:rsidRDefault="0071620A" w14:paraId="34BB14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80832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D877E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21DE7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03B6E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F7132" w:rsidTr="7B89FDE2" w14:paraId="76CA9D32" w14:textId="77777777">
        <w:tc>
          <w:tcPr>
            <w:tcW w:w="1962" w:type="dxa"/>
          </w:tcPr>
          <w:p w:rsidRPr="009C54AE" w:rsidR="008F7132" w:rsidP="008F7132" w:rsidRDefault="008F7132" w14:paraId="667ADF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8F7132" w:rsidR="008F7132" w:rsidP="7B89FDE2" w:rsidRDefault="008F7132" w14:paraId="12E4993E" w14:textId="3251D3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7B89FDE2" w:rsidR="0D033E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:rsidRPr="008F7132" w:rsidR="008F7132" w:rsidP="008F7132" w:rsidRDefault="008F7132" w14:paraId="66D790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Pr="009C54AE" w:rsidR="008F7132" w:rsidTr="7B89FDE2" w14:paraId="4374BA36" w14:textId="77777777">
        <w:tc>
          <w:tcPr>
            <w:tcW w:w="1962" w:type="dxa"/>
          </w:tcPr>
          <w:p w:rsidRPr="009C54AE" w:rsidR="008F7132" w:rsidP="008F7132" w:rsidRDefault="008F7132" w14:paraId="55FD7D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8F7132" w:rsidR="008F7132" w:rsidP="24FB4EE0" w:rsidRDefault="3A3171FA" w14:paraId="78CC23A6" w14:textId="63984E8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Pr="7B89FDE2" w:rsidR="303265B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7B89FDE2" w:rsidR="303265B9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Pr="7B89FDE2" w:rsidR="55B7EA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7B89FDE2" w:rsidR="55B7EAE2">
              <w:rPr>
                <w:rFonts w:ascii="Corbel" w:hAnsi="Corbel" w:eastAsia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:rsidRPr="008F7132" w:rsidR="008F7132" w:rsidP="008F7132" w:rsidRDefault="008F7132" w14:paraId="4A809F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Pr="009C54AE" w:rsidR="008F7132" w:rsidTr="7B89FDE2" w14:paraId="120A3608" w14:textId="77777777">
        <w:tc>
          <w:tcPr>
            <w:tcW w:w="1962" w:type="dxa"/>
          </w:tcPr>
          <w:p w:rsidRPr="009C54AE" w:rsidR="008F7132" w:rsidP="008F7132" w:rsidRDefault="008F7132" w14:paraId="70187D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8F7132" w:rsidR="008F7132" w:rsidP="7B89FDE2" w:rsidRDefault="008F7132" w14:paraId="76A61A9D" w14:textId="6B7B7BEC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Pr="7B89FDE2" w:rsidR="0E66403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7B89FDE2" w:rsidR="0E664031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7B89FDE2" w:rsidR="637ED9EA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Pr="7B89FDE2" w:rsidR="23158A7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7B89FDE2" w:rsidR="23158A7E">
              <w:rPr>
                <w:rFonts w:ascii="Corbel" w:hAnsi="Corbel" w:eastAsia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:rsidRPr="008F7132" w:rsidR="008F7132" w:rsidP="008F7132" w:rsidRDefault="008F7132" w14:paraId="5D57F2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Pr="009C54AE" w:rsidR="008F7132" w:rsidTr="7B89FDE2" w14:paraId="7B92DC0A" w14:textId="77777777">
        <w:tc>
          <w:tcPr>
            <w:tcW w:w="1962" w:type="dxa"/>
          </w:tcPr>
          <w:p w:rsidRPr="009C54AE" w:rsidR="008F7132" w:rsidP="008F7132" w:rsidRDefault="008F7132" w14:paraId="2CC794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8F7132" w:rsidR="008F7132" w:rsidP="7B89FDE2" w:rsidRDefault="008F7132" w14:paraId="7F873A3E" w14:textId="4C7D37CC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Pr="7B89FDE2" w:rsidR="7204F15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7B89FDE2" w:rsidR="7204F155">
              <w:rPr>
                <w:rFonts w:ascii="Corbel" w:hAnsi="Corbel"/>
                <w:color w:val="000000" w:themeColor="text1"/>
              </w:rPr>
              <w:t>i kartkówka</w:t>
            </w:r>
            <w:r w:rsidRPr="7B89FDE2" w:rsidR="36E7EAE6">
              <w:rPr>
                <w:rFonts w:ascii="Corbel" w:hAnsi="Corbel"/>
                <w:color w:val="000000" w:themeColor="text1"/>
              </w:rPr>
              <w:t xml:space="preserve">, </w:t>
            </w:r>
            <w:r w:rsidRPr="7B89FDE2" w:rsidR="36E7EAE6">
              <w:rPr>
                <w:rFonts w:ascii="Corbel" w:hAnsi="Corbel" w:eastAsia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:rsidRPr="008F7132" w:rsidR="008F7132" w:rsidP="008F7132" w:rsidRDefault="008F7132" w14:paraId="01D24A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Pr="009C54AE" w:rsidR="008F7132" w:rsidTr="7B89FDE2" w14:paraId="7CED896F" w14:textId="77777777">
        <w:tc>
          <w:tcPr>
            <w:tcW w:w="1962" w:type="dxa"/>
          </w:tcPr>
          <w:p w:rsidRPr="009C54AE" w:rsidR="008F7132" w:rsidP="008F7132" w:rsidRDefault="008F7132" w14:paraId="4C1064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8F7132" w:rsidR="008F7132" w:rsidP="7B89FDE2" w:rsidRDefault="008F7132" w14:paraId="2BEF060A" w14:textId="5BC09BB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Pr="7B89FDE2" w:rsidR="1CBD884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7B89FDE2" w:rsidR="1CBD8840">
              <w:rPr>
                <w:rFonts w:ascii="Corbel" w:hAnsi="Corbel"/>
                <w:color w:val="000000" w:themeColor="text1"/>
              </w:rPr>
              <w:t>i kartkówka</w:t>
            </w:r>
            <w:r w:rsidRPr="7B89FDE2" w:rsidR="7A9E744F">
              <w:rPr>
                <w:rFonts w:ascii="Corbel" w:hAnsi="Corbel"/>
                <w:color w:val="000000" w:themeColor="text1"/>
              </w:rPr>
              <w:t xml:space="preserve">, </w:t>
            </w:r>
            <w:r w:rsidRPr="7B89FDE2" w:rsidR="7A9E744F">
              <w:rPr>
                <w:rFonts w:ascii="Corbel" w:hAnsi="Corbel" w:eastAsia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:rsidRPr="008F7132" w:rsidR="008F7132" w:rsidP="008F7132" w:rsidRDefault="001E3B48" w14:paraId="0BC76E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Pr="009C54AE" w:rsidR="008F7132" w:rsidTr="7B89FDE2" w14:paraId="5A238DC6" w14:textId="77777777">
        <w:tc>
          <w:tcPr>
            <w:tcW w:w="1962" w:type="dxa"/>
          </w:tcPr>
          <w:p w:rsidRPr="009C54AE" w:rsidR="008F7132" w:rsidP="008F7132" w:rsidRDefault="008F7132" w14:paraId="3FBE56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8F7132" w:rsidR="008F7132" w:rsidP="7B89FDE2" w:rsidRDefault="008F7132" w14:paraId="03F8B600" w14:textId="36623DF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Pr="7B89FDE2" w:rsidR="33EC2A9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7B89FDE2" w:rsidR="33EC2A98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7B89FDE2" w:rsidR="0B629746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Pr="7B89FDE2" w:rsidR="32878C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7B89FDE2" w:rsidR="32878C5E">
              <w:rPr>
                <w:rFonts w:ascii="Corbel" w:hAnsi="Corbel" w:eastAsia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:rsidRPr="008F7132" w:rsidR="008F7132" w:rsidP="008F7132" w:rsidRDefault="008F7132" w14:paraId="776AE0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:rsidRPr="009C54AE" w:rsidR="00923D7D" w:rsidP="009C54AE" w:rsidRDefault="00923D7D" w14:paraId="2102C0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19C9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FDBE02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91B4E8E" w14:paraId="7345DE2F" w14:textId="77777777">
        <w:tc>
          <w:tcPr>
            <w:tcW w:w="9670" w:type="dxa"/>
            <w:tcMar/>
          </w:tcPr>
          <w:p w:rsidRPr="001E3B48" w:rsidR="0085747A" w:rsidP="24FB4EE0" w:rsidRDefault="4CA77247" w14:paraId="4ABA178F" w14:textId="777BA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:rsidRPr="001E3B48" w:rsidR="0085747A" w:rsidP="24FB4EE0" w:rsidRDefault="4CA77247" w14:paraId="272338E1" w14:textId="78CF51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kolokwium pisemnego (max 1</w:t>
            </w:r>
            <w:r w:rsidRPr="691B4E8E" w:rsidR="680B2E9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5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Pr="691B4E8E" w:rsidR="2383E52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i na wykładzie 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oraz wskazanej literatury,</w:t>
            </w:r>
          </w:p>
          <w:p w:rsidRPr="001E3B48" w:rsidR="0085747A" w:rsidP="24FB4EE0" w:rsidRDefault="4CA77247" w14:paraId="29FC061D" w14:textId="04F12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Pr="691B4E8E" w:rsidR="4A33362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6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pkt), przedstawianych na zajęciach lub przesyłanych prowadzącemu,</w:t>
            </w:r>
          </w:p>
          <w:p w:rsidRPr="001E3B48" w:rsidR="0085747A" w:rsidP="24FB4EE0" w:rsidRDefault="4CA77247" w14:paraId="31019336" w14:textId="4717A0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:rsidRPr="001E3B48" w:rsidR="0085747A" w:rsidP="24FB4EE0" w:rsidRDefault="4CA77247" w14:paraId="0917B728" w14:textId="77C88C67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:rsidRPr="001E3B48" w:rsidR="0085747A" w:rsidP="24FB4EE0" w:rsidRDefault="4CA77247" w14:paraId="754A8C6C" w14:textId="13C917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:rsidRPr="001E3B48" w:rsidR="0085747A" w:rsidP="24FB4EE0" w:rsidRDefault="4CA77247" w14:paraId="2B62E979" w14:textId="6171C2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od 50% +0,5 pkt do 6</w:t>
            </w:r>
            <w:r w:rsidRPr="691B4E8E" w:rsidR="3BB50C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3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% - ocena 3,0</w:t>
            </w:r>
          </w:p>
          <w:p w:rsidRPr="001E3B48" w:rsidR="0085747A" w:rsidP="24FB4EE0" w:rsidRDefault="4CA77247" w14:paraId="06F16FB6" w14:textId="6594C0E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od </w:t>
            </w:r>
            <w:r w:rsidRPr="691B4E8E" w:rsidR="11CA5B3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6</w:t>
            </w:r>
            <w:r w:rsidRPr="691B4E8E" w:rsidR="60959CD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4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% do 7</w:t>
            </w:r>
            <w:r w:rsidRPr="691B4E8E" w:rsidR="41C3A4D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3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% - ocena 3,5 </w:t>
            </w:r>
          </w:p>
          <w:p w:rsidRPr="001E3B48" w:rsidR="0085747A" w:rsidP="24FB4EE0" w:rsidRDefault="4CA77247" w14:paraId="02AE4FEA" w14:textId="4627E8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od 7</w:t>
            </w:r>
            <w:r w:rsidRPr="691B4E8E" w:rsidR="17C62E5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4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% do 8</w:t>
            </w:r>
            <w:r w:rsidRPr="691B4E8E" w:rsidR="2C75264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5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% - ocena 4,0 </w:t>
            </w:r>
          </w:p>
          <w:p w:rsidRPr="001E3B48" w:rsidR="0085747A" w:rsidP="24FB4EE0" w:rsidRDefault="4CA77247" w14:paraId="5B6338E2" w14:textId="290EC39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od 8</w:t>
            </w:r>
            <w:r w:rsidRPr="691B4E8E" w:rsidR="19BCF95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6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% do 9</w:t>
            </w:r>
            <w:r w:rsidRPr="691B4E8E" w:rsidR="025E183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2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% - ocena 4,5 </w:t>
            </w:r>
          </w:p>
          <w:p w:rsidRPr="001E3B48" w:rsidR="0085747A" w:rsidP="24FB4EE0" w:rsidRDefault="4CA77247" w14:paraId="69A24AF0" w14:textId="1F0F7F0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od 9</w:t>
            </w:r>
            <w:r w:rsidRPr="691B4E8E" w:rsidR="51C30A2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3</w:t>
            </w:r>
            <w:r w:rsidRPr="691B4E8E" w:rsidR="4CA7724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% do 100% - ocena 5,0</w:t>
            </w:r>
          </w:p>
          <w:p w:rsidRPr="001E3B48" w:rsidR="0085747A" w:rsidP="691B4E8E" w:rsidRDefault="4CA77247" w14:paraId="6132C1E8" w14:textId="668C428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691B4E8E" w:rsidR="4CA7724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Zaliczenie Wykładu odbywa się na podstawie oceny z ćwiczeń, uwzględniając</w:t>
            </w:r>
            <w:r w:rsidRPr="691B4E8E" w:rsidR="0C85503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ej</w:t>
            </w:r>
            <w:r w:rsidRPr="691B4E8E" w:rsidR="4CA7724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treści z wykładu.</w:t>
            </w:r>
          </w:p>
        </w:tc>
      </w:tr>
    </w:tbl>
    <w:p w:rsidRPr="009C54AE" w:rsidR="0085747A" w:rsidP="009C54AE" w:rsidRDefault="0085747A" w14:paraId="5A69A96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294F03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6CF79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Pr="009C54AE" w:rsidR="0085747A" w:rsidTr="24FB4EE0" w14:paraId="0FF7754D" w14:textId="77777777">
        <w:tc>
          <w:tcPr>
            <w:tcW w:w="4962" w:type="dxa"/>
            <w:vAlign w:val="center"/>
          </w:tcPr>
          <w:p w:rsidRPr="009C54AE" w:rsidR="0085747A" w:rsidP="009C54AE" w:rsidRDefault="00C61DC5" w14:paraId="208218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9F1E553" w14:textId="2CFC5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24FB4EE0" w14:paraId="4ACB4327" w14:textId="77777777">
        <w:tc>
          <w:tcPr>
            <w:tcW w:w="4962" w:type="dxa"/>
          </w:tcPr>
          <w:p w:rsidRPr="009C54AE" w:rsidR="0085747A" w:rsidP="009C54AE" w:rsidRDefault="00C61DC5" w14:paraId="235BBD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E3B48" w:rsidRDefault="001E3B48" w14:paraId="118C349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24FB4EE0" w14:paraId="6C900FE6" w14:textId="77777777">
        <w:tc>
          <w:tcPr>
            <w:tcW w:w="4962" w:type="dxa"/>
          </w:tcPr>
          <w:p w:rsidRPr="009C54AE" w:rsidR="00C61DC5" w:rsidP="009C54AE" w:rsidRDefault="00C61DC5" w14:paraId="72DBFA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C137D43" w14:textId="5F611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1E3B48" w:rsidRDefault="001E3B48" w14:paraId="12B95F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24FB4EE0" w14:paraId="5C9364A0" w14:textId="77777777">
        <w:tc>
          <w:tcPr>
            <w:tcW w:w="4962" w:type="dxa"/>
          </w:tcPr>
          <w:p w:rsidRPr="009C54AE" w:rsidR="00C61DC5" w:rsidP="00EB6D7B" w:rsidRDefault="00C61DC5" w14:paraId="50048903" w14:textId="71D8C9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:rsidR="00C61DC5" w:rsidP="001E3B48" w:rsidRDefault="1EE02C4A" w14:paraId="590929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4FB4EE0">
              <w:rPr>
                <w:rFonts w:ascii="Corbel" w:hAnsi="Corbel"/>
                <w:sz w:val="24"/>
                <w:szCs w:val="24"/>
              </w:rPr>
              <w:t>18</w:t>
            </w:r>
          </w:p>
          <w:p w:rsidRPr="009C54AE" w:rsidR="001E3B48" w:rsidP="00EB6D7B" w:rsidRDefault="001E3B48" w14:paraId="4F8280C8" w14:textId="289FB0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24FB4EE0" w14:paraId="4E51E126" w14:textId="77777777">
        <w:tc>
          <w:tcPr>
            <w:tcW w:w="4962" w:type="dxa"/>
          </w:tcPr>
          <w:p w:rsidRPr="009C54AE" w:rsidR="0085747A" w:rsidP="009C54AE" w:rsidRDefault="0085747A" w14:paraId="1D8844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1E3B48" w:rsidRDefault="001E3B48" w14:paraId="0FB92F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24FB4EE0" w14:paraId="52D5EC07" w14:textId="77777777">
        <w:tc>
          <w:tcPr>
            <w:tcW w:w="4962" w:type="dxa"/>
          </w:tcPr>
          <w:p w:rsidRPr="009C54AE" w:rsidR="0085747A" w:rsidP="009C54AE" w:rsidRDefault="0085747A" w14:paraId="363758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1E3B48" w:rsidRDefault="001E3B48" w14:paraId="0451D7F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73CC9A3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B4509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2854F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F53B14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9B54F2" w14:paraId="52766A38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48C505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8B226D" w:rsidRDefault="008B226D" w14:paraId="496C1535" w14:textId="17189B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9B54F2" w14:paraId="5C444300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3D5C9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8B226D" w:rsidRDefault="008B226D" w14:paraId="5BA4CC73" w14:textId="261E10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1CB2E1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AB31E9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4A852B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24FB4EE0" w14:paraId="74E989E3" w14:textId="77777777">
        <w:trPr>
          <w:trHeight w:val="397"/>
        </w:trPr>
        <w:tc>
          <w:tcPr>
            <w:tcW w:w="5000" w:type="pct"/>
          </w:tcPr>
          <w:p w:rsidR="0085747A" w:rsidP="24FB4EE0" w:rsidRDefault="0085747A" w14:paraId="387A90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Pr="001E3B48" w:rsidR="00E475EB" w:rsidP="24FB4EE0" w:rsidRDefault="00235297" w14:paraId="50B06482" w14:textId="291B1983">
            <w:pPr>
              <w:pStyle w:val="NormalnyWeb"/>
              <w:spacing w:before="0" w:beforeAutospacing="0" w:after="0" w:afterAutospacing="0"/>
              <w:rPr>
                <w:rFonts w:ascii="Corbel" w:hAnsi="Corbel" w:eastAsia="Calibri"/>
                <w:color w:val="000000"/>
                <w:lang w:eastAsia="en-US"/>
              </w:rPr>
            </w:pPr>
            <w:r w:rsidRPr="24FB4EE0">
              <w:rPr>
                <w:rFonts w:ascii="Corbel" w:hAnsi="Corbel" w:eastAsia="Calibri"/>
                <w:color w:val="000000" w:themeColor="text1"/>
                <w:lang w:eastAsia="en-US"/>
              </w:rPr>
              <w:t>1.</w:t>
            </w:r>
            <w:r w:rsidRPr="24FB4EE0" w:rsidR="1EE02C4A">
              <w:rPr>
                <w:rFonts w:ascii="Corbel" w:hAnsi="Corbel" w:eastAsia="Calibri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:rsidR="3FECC347" w:rsidP="24FB4EE0" w:rsidRDefault="3FECC347" w14:paraId="150E9DB4" w14:textId="3B127A29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:rsidRPr="009C54AE" w:rsidR="001E3B48" w:rsidP="24FB4EE0" w:rsidRDefault="00235297" w14:paraId="1A0CB788" w14:textId="3496B5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Pr="24FB4EE0" w:rsidR="1EE02C4A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Pr="009C54AE" w:rsidR="0085747A" w:rsidTr="24FB4EE0" w14:paraId="436634E9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3E5BAD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E3B48" w:rsidR="00E475EB" w:rsidP="001E3B48" w:rsidRDefault="00235297" w14:paraId="5E0D4837" w14:textId="572E4C37">
            <w:pPr>
              <w:pStyle w:val="NormalnyWeb"/>
              <w:spacing w:before="0" w:beforeAutospacing="0" w:after="0" w:afterAutospacing="0"/>
              <w:rPr>
                <w:rFonts w:ascii="Corbel" w:hAnsi="Corbel" w:eastAsia="Calibri"/>
                <w:color w:val="000000"/>
                <w:lang w:eastAsia="en-US"/>
              </w:rPr>
            </w:pPr>
            <w:r>
              <w:rPr>
                <w:rFonts w:ascii="Corbel" w:hAnsi="Corbel" w:eastAsia="Calibri"/>
                <w:color w:val="000000"/>
                <w:lang w:eastAsia="en-US"/>
              </w:rPr>
              <w:t>1.</w:t>
            </w:r>
            <w:r w:rsidRPr="001E3B48" w:rsidR="003E3E9B">
              <w:rPr>
                <w:rFonts w:ascii="Corbel" w:hAnsi="Corbel" w:eastAsia="Calibri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:rsidRPr="001E3B48" w:rsidR="001E3B48" w:rsidP="001E3B48" w:rsidRDefault="00235297" w14:paraId="3E984A89" w14:textId="69A6C618">
            <w:pPr>
              <w:pStyle w:val="NormalnyWeb"/>
              <w:spacing w:before="0" w:beforeAutospacing="0" w:after="0" w:afterAutospacing="0"/>
              <w:rPr>
                <w:rFonts w:ascii="Corbel" w:hAnsi="Corbel" w:eastAsia="Calibri"/>
                <w:color w:val="000000"/>
                <w:lang w:eastAsia="en-US"/>
              </w:rPr>
            </w:pPr>
            <w:r w:rsidRPr="24FB4EE0">
              <w:rPr>
                <w:rFonts w:ascii="Corbel" w:hAnsi="Corbel" w:eastAsia="Calibri"/>
                <w:color w:val="000000" w:themeColor="text1"/>
                <w:lang w:eastAsia="en-US"/>
              </w:rPr>
              <w:t>2.</w:t>
            </w:r>
            <w:r w:rsidRPr="24FB4EE0" w:rsidR="1EE02C4A">
              <w:rPr>
                <w:rFonts w:ascii="Corbel" w:hAnsi="Corbel" w:eastAsia="Calibri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:rsidR="5450469B" w:rsidP="24FB4EE0" w:rsidRDefault="5450469B" w14:paraId="42FA9CB5" w14:textId="4C4D4F2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:rsidRPr="001E3B48" w:rsidR="001E3B48" w:rsidP="001E3B48" w:rsidRDefault="00235297" w14:paraId="337FD91F" w14:textId="4EF09A8F">
            <w:pPr>
              <w:pStyle w:val="NormalnyWeb"/>
              <w:spacing w:before="0" w:beforeAutospacing="0" w:after="0" w:afterAutospacing="0"/>
              <w:rPr>
                <w:rFonts w:ascii="Corbel" w:hAnsi="Corbel" w:eastAsia="Calibri"/>
                <w:color w:val="000000"/>
                <w:lang w:eastAsia="en-US"/>
              </w:rPr>
            </w:pPr>
            <w:r>
              <w:rPr>
                <w:rFonts w:ascii="Corbel" w:hAnsi="Corbel" w:eastAsia="Calibri"/>
                <w:color w:val="000000"/>
                <w:lang w:eastAsia="en-US"/>
              </w:rPr>
              <w:t>4.</w:t>
            </w:r>
            <w:r w:rsidRPr="001E3B48" w:rsidR="001E3B48">
              <w:rPr>
                <w:rFonts w:ascii="Corbel" w:hAnsi="Corbel" w:eastAsia="Calibri"/>
                <w:color w:val="000000"/>
                <w:lang w:eastAsia="en-US"/>
              </w:rPr>
              <w:t>Iwonicz-Drozdowska M. (red.) Ubezpieczenia, PWE, Warszawa 2013.</w:t>
            </w:r>
          </w:p>
          <w:p w:rsidRPr="001E3B48" w:rsidR="001E3B48" w:rsidP="001E3B48" w:rsidRDefault="00235297" w14:paraId="4AB957B2" w14:textId="1167792D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hAnsi="Corbel" w:eastAsia="Calibri"/>
                <w:color w:val="000000"/>
                <w:lang w:eastAsia="en-US"/>
              </w:rPr>
              <w:t>5.</w:t>
            </w:r>
            <w:r w:rsidRPr="001E3B48" w:rsidR="001E3B48">
              <w:rPr>
                <w:rFonts w:ascii="Corbel" w:hAnsi="Corbel" w:eastAsia="Calibri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:rsidRPr="009C54AE" w:rsidR="0085747A" w:rsidP="009C54AE" w:rsidRDefault="0085747A" w14:paraId="4308A20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D3D39D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0E0CFA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331F" w:rsidP="00C16ABF" w:rsidRDefault="0026331F" w14:paraId="2B1FA498" w14:textId="77777777">
      <w:pPr>
        <w:spacing w:after="0" w:line="240" w:lineRule="auto"/>
      </w:pPr>
      <w:r>
        <w:separator/>
      </w:r>
    </w:p>
  </w:endnote>
  <w:endnote w:type="continuationSeparator" w:id="0">
    <w:p w:rsidR="0026331F" w:rsidP="00C16ABF" w:rsidRDefault="0026331F" w14:paraId="54BB532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331F" w:rsidP="00C16ABF" w:rsidRDefault="0026331F" w14:paraId="613CFA9E" w14:textId="77777777">
      <w:pPr>
        <w:spacing w:after="0" w:line="240" w:lineRule="auto"/>
      </w:pPr>
      <w:r>
        <w:separator/>
      </w:r>
    </w:p>
  </w:footnote>
  <w:footnote w:type="continuationSeparator" w:id="0">
    <w:p w:rsidR="0026331F" w:rsidP="00C16ABF" w:rsidRDefault="0026331F" w14:paraId="4B6EF5F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4028F"/>
    <w:rsid w:val="00244ABC"/>
    <w:rsid w:val="0026331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8EE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E0543"/>
    <w:rsid w:val="009E3B41"/>
    <w:rsid w:val="009F1D4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5E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BB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25E183A"/>
    <w:rsid w:val="03B7C6F9"/>
    <w:rsid w:val="06192DDB"/>
    <w:rsid w:val="079A8AEB"/>
    <w:rsid w:val="0817E2E5"/>
    <w:rsid w:val="0B629746"/>
    <w:rsid w:val="0C85503F"/>
    <w:rsid w:val="0D033EE4"/>
    <w:rsid w:val="0E664031"/>
    <w:rsid w:val="0FEE3C93"/>
    <w:rsid w:val="11CA5B35"/>
    <w:rsid w:val="12DE8886"/>
    <w:rsid w:val="14DD3D90"/>
    <w:rsid w:val="17C62E55"/>
    <w:rsid w:val="18FA7F15"/>
    <w:rsid w:val="19BCF95F"/>
    <w:rsid w:val="19F2AD3D"/>
    <w:rsid w:val="1CBD8840"/>
    <w:rsid w:val="1EE02C4A"/>
    <w:rsid w:val="23158A7E"/>
    <w:rsid w:val="2383E520"/>
    <w:rsid w:val="2403E319"/>
    <w:rsid w:val="24FB4EE0"/>
    <w:rsid w:val="25A4BCD7"/>
    <w:rsid w:val="274E3C77"/>
    <w:rsid w:val="2C75264C"/>
    <w:rsid w:val="2E8E89BD"/>
    <w:rsid w:val="303265B9"/>
    <w:rsid w:val="32878C5E"/>
    <w:rsid w:val="33EC2A98"/>
    <w:rsid w:val="35F7F545"/>
    <w:rsid w:val="36E7EAE6"/>
    <w:rsid w:val="38EB38ED"/>
    <w:rsid w:val="3A3171FA"/>
    <w:rsid w:val="3BB50C25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1C30A28"/>
    <w:rsid w:val="5450469B"/>
    <w:rsid w:val="55B7EAE2"/>
    <w:rsid w:val="5AE3C3C9"/>
    <w:rsid w:val="5B637BE4"/>
    <w:rsid w:val="5C022B85"/>
    <w:rsid w:val="60959CD8"/>
    <w:rsid w:val="637ED9EA"/>
    <w:rsid w:val="6675C953"/>
    <w:rsid w:val="680B2E93"/>
    <w:rsid w:val="691B4E8E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hAnsi="Times New Roman" w:eastAsia="Batang"/>
      <w:sz w:val="24"/>
      <w:szCs w:val="24"/>
      <w:lang w:eastAsia="ko-KR"/>
    </w:rPr>
  </w:style>
  <w:style w:type="paragraph" w:styleId="paragraph" w:customStyle="1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EB6D7B"/>
  </w:style>
  <w:style w:type="character" w:styleId="spellingerror" w:customStyle="1">
    <w:name w:val="spellingerror"/>
    <w:basedOn w:val="Domylnaczcionkaakapitu"/>
    <w:rsid w:val="00EB6D7B"/>
  </w:style>
  <w:style w:type="character" w:styleId="eop" w:customStyle="1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601600-3E9F-475B-B20B-1330900D6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6A64E-0A76-4E30-B141-63731503C6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B27881-AD2C-444B-8015-2C93002C795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c873b851-8c95-4849-940f-b0fae918cf6e"/>
    <ds:schemaRef ds:uri="http://www.w3.org/XML/1998/namespace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Nowak Krzysztof</lastModifiedBy>
  <revision>17</revision>
  <lastPrinted>2019-02-06T12:12:00.0000000Z</lastPrinted>
  <dcterms:created xsi:type="dcterms:W3CDTF">2020-10-23T09:06:00.0000000Z</dcterms:created>
  <dcterms:modified xsi:type="dcterms:W3CDTF">2020-12-12T10:27:20.1944428Z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